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3DE" w:rsidRDefault="00496047" w:rsidP="00380E08">
      <w:pPr>
        <w:pStyle w:val="Title"/>
      </w:pPr>
      <w:r>
        <w:t>Real World</w:t>
      </w:r>
      <w:bookmarkStart w:id="0" w:name="_GoBack"/>
      <w:bookmarkEnd w:id="0"/>
      <w:r w:rsidR="00380E08">
        <w:t xml:space="preserve"> Fridays </w:t>
      </w:r>
    </w:p>
    <w:p w:rsidR="00380E08" w:rsidRPr="00496047" w:rsidRDefault="00380E08" w:rsidP="00496047">
      <w:pPr>
        <w:pStyle w:val="Sub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</w:rPr>
      </w:pPr>
      <w:r w:rsidRPr="00496047">
        <w:rPr>
          <w:b/>
          <w:color w:val="auto"/>
        </w:rPr>
        <w:t xml:space="preserve">Name:  </w:t>
      </w:r>
    </w:p>
    <w:p w:rsidR="00496047" w:rsidRPr="00496047" w:rsidRDefault="00496047" w:rsidP="00496047">
      <w:pPr>
        <w:rPr>
          <w:b/>
        </w:rPr>
      </w:pPr>
    </w:p>
    <w:p w:rsidR="00380E08" w:rsidRPr="00496047" w:rsidRDefault="00380E08" w:rsidP="00496047">
      <w:pPr>
        <w:pStyle w:val="Sub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</w:rPr>
      </w:pPr>
      <w:r w:rsidRPr="00496047">
        <w:rPr>
          <w:b/>
          <w:color w:val="auto"/>
        </w:rPr>
        <w:t>Topic</w:t>
      </w:r>
      <w:r w:rsidR="00496047" w:rsidRPr="00496047">
        <w:rPr>
          <w:b/>
          <w:color w:val="auto"/>
        </w:rPr>
        <w:t xml:space="preserve"> (See Instructions Sheet)</w:t>
      </w:r>
      <w:r w:rsidRPr="00496047">
        <w:rPr>
          <w:b/>
          <w:color w:val="auto"/>
        </w:rPr>
        <w:t>:</w:t>
      </w:r>
    </w:p>
    <w:p w:rsidR="00496047" w:rsidRPr="00496047" w:rsidRDefault="00496047" w:rsidP="00496047">
      <w:pPr>
        <w:rPr>
          <w:b/>
        </w:rPr>
      </w:pPr>
    </w:p>
    <w:p w:rsidR="00380E08" w:rsidRPr="00496047" w:rsidRDefault="00380E08" w:rsidP="00496047">
      <w:pPr>
        <w:pStyle w:val="Sub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</w:rPr>
      </w:pPr>
      <w:r w:rsidRPr="00496047">
        <w:rPr>
          <w:b/>
          <w:color w:val="auto"/>
        </w:rPr>
        <w:t>Article Title</w:t>
      </w:r>
      <w:r w:rsidR="00496047" w:rsidRPr="00496047">
        <w:rPr>
          <w:b/>
          <w:color w:val="auto"/>
        </w:rPr>
        <w:t xml:space="preserve"> and Author</w:t>
      </w:r>
      <w:r w:rsidRPr="00496047">
        <w:rPr>
          <w:b/>
          <w:color w:val="auto"/>
        </w:rPr>
        <w:t>:</w:t>
      </w:r>
    </w:p>
    <w:p w:rsidR="00496047" w:rsidRPr="00496047" w:rsidRDefault="00496047" w:rsidP="00496047">
      <w:pPr>
        <w:rPr>
          <w:b/>
        </w:rPr>
      </w:pPr>
    </w:p>
    <w:p w:rsidR="00380E08" w:rsidRPr="00496047" w:rsidRDefault="00496047" w:rsidP="00496047">
      <w:pPr>
        <w:pStyle w:val="Sub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</w:rPr>
      </w:pPr>
      <w:r>
        <w:rPr>
          <w:b/>
          <w:color w:val="auto"/>
        </w:rPr>
        <w:t>Summary</w:t>
      </w:r>
    </w:p>
    <w:p w:rsidR="00380E08" w:rsidRPr="00496047" w:rsidRDefault="00380E08" w:rsidP="00380E08">
      <w:pPr>
        <w:rPr>
          <w:b/>
        </w:rPr>
      </w:pPr>
    </w:p>
    <w:p w:rsidR="00380E08" w:rsidRPr="00496047" w:rsidRDefault="00380E08" w:rsidP="00380E08">
      <w:pPr>
        <w:rPr>
          <w:b/>
        </w:rPr>
      </w:pPr>
    </w:p>
    <w:p w:rsidR="00380E08" w:rsidRPr="00496047" w:rsidRDefault="00380E08" w:rsidP="00380E08">
      <w:pPr>
        <w:rPr>
          <w:b/>
        </w:rPr>
      </w:pPr>
    </w:p>
    <w:p w:rsidR="00380E08" w:rsidRPr="00496047" w:rsidRDefault="00380E08" w:rsidP="00380E08">
      <w:pPr>
        <w:rPr>
          <w:b/>
        </w:rPr>
      </w:pPr>
    </w:p>
    <w:p w:rsidR="00496047" w:rsidRPr="00496047" w:rsidRDefault="00496047" w:rsidP="00380E08">
      <w:pPr>
        <w:rPr>
          <w:b/>
        </w:rPr>
      </w:pPr>
    </w:p>
    <w:p w:rsidR="00496047" w:rsidRPr="00496047" w:rsidRDefault="00496047" w:rsidP="00380E08">
      <w:pPr>
        <w:rPr>
          <w:b/>
        </w:rPr>
      </w:pPr>
    </w:p>
    <w:p w:rsidR="00496047" w:rsidRPr="00496047" w:rsidRDefault="00496047" w:rsidP="00496047">
      <w:pPr>
        <w:pStyle w:val="Sub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</w:rPr>
      </w:pPr>
      <w:r w:rsidRPr="00496047">
        <w:rPr>
          <w:b/>
          <w:color w:val="auto"/>
        </w:rPr>
        <w:t>Your Reaction to the Article</w:t>
      </w:r>
    </w:p>
    <w:p w:rsidR="00496047" w:rsidRPr="00496047" w:rsidRDefault="00496047" w:rsidP="00380E08">
      <w:pPr>
        <w:pStyle w:val="Subtitle"/>
        <w:rPr>
          <w:b/>
          <w:color w:val="auto"/>
        </w:rPr>
      </w:pPr>
    </w:p>
    <w:p w:rsidR="00496047" w:rsidRPr="00496047" w:rsidRDefault="00496047" w:rsidP="00380E08">
      <w:pPr>
        <w:pStyle w:val="Subtitle"/>
        <w:rPr>
          <w:b/>
          <w:color w:val="auto"/>
        </w:rPr>
      </w:pPr>
    </w:p>
    <w:p w:rsidR="00496047" w:rsidRPr="00496047" w:rsidRDefault="00496047" w:rsidP="00380E08">
      <w:pPr>
        <w:pStyle w:val="Subtitle"/>
        <w:rPr>
          <w:b/>
          <w:color w:val="auto"/>
        </w:rPr>
      </w:pPr>
    </w:p>
    <w:p w:rsidR="00380E08" w:rsidRPr="00496047" w:rsidRDefault="00496047" w:rsidP="00496047">
      <w:pPr>
        <w:pStyle w:val="Sub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</w:rPr>
      </w:pPr>
      <w:r w:rsidRPr="00496047">
        <w:rPr>
          <w:b/>
          <w:color w:val="auto"/>
        </w:rPr>
        <w:t xml:space="preserve">Local, National, and/or Global </w:t>
      </w:r>
      <w:r>
        <w:rPr>
          <w:b/>
          <w:color w:val="auto"/>
        </w:rPr>
        <w:t>Significance</w:t>
      </w:r>
    </w:p>
    <w:p w:rsidR="00380E08" w:rsidRPr="00496047" w:rsidRDefault="00380E08" w:rsidP="00380E08">
      <w:pPr>
        <w:rPr>
          <w:b/>
        </w:rPr>
      </w:pPr>
    </w:p>
    <w:p w:rsidR="00496047" w:rsidRPr="00496047" w:rsidRDefault="00496047" w:rsidP="00380E08">
      <w:pPr>
        <w:rPr>
          <w:b/>
        </w:rPr>
      </w:pPr>
    </w:p>
    <w:p w:rsidR="00380E08" w:rsidRPr="00496047" w:rsidRDefault="00380E08" w:rsidP="00380E08">
      <w:pPr>
        <w:rPr>
          <w:b/>
        </w:rPr>
      </w:pPr>
    </w:p>
    <w:p w:rsidR="00380E08" w:rsidRPr="00496047" w:rsidRDefault="00496047" w:rsidP="00496047">
      <w:pPr>
        <w:pStyle w:val="Sub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</w:rPr>
      </w:pPr>
      <w:r w:rsidRPr="00496047">
        <w:rPr>
          <w:b/>
          <w:color w:val="auto"/>
        </w:rPr>
        <w:t>M</w:t>
      </w:r>
      <w:r w:rsidR="00380E08" w:rsidRPr="00496047">
        <w:rPr>
          <w:b/>
          <w:color w:val="auto"/>
        </w:rPr>
        <w:t>LA Citation</w:t>
      </w:r>
    </w:p>
    <w:sectPr w:rsidR="00380E08" w:rsidRPr="00496047" w:rsidSect="00F65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1D"/>
    <w:rsid w:val="00320FDB"/>
    <w:rsid w:val="00355BEB"/>
    <w:rsid w:val="00380E08"/>
    <w:rsid w:val="003D6B1D"/>
    <w:rsid w:val="00447241"/>
    <w:rsid w:val="00496047"/>
    <w:rsid w:val="00802842"/>
    <w:rsid w:val="00AE1CD9"/>
    <w:rsid w:val="00EE5B39"/>
    <w:rsid w:val="00F6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80E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0E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0E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80E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80E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0E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0E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80E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Documents\11%20AP%20Language%20and%20Composition\Current%20Events%20Fridays\Current%20Events%20Friday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Current Events Fridays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DCPS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Cam</cp:lastModifiedBy>
  <cp:revision>2</cp:revision>
  <dcterms:created xsi:type="dcterms:W3CDTF">2011-08-28T20:09:00Z</dcterms:created>
  <dcterms:modified xsi:type="dcterms:W3CDTF">2011-08-28T20:09:00Z</dcterms:modified>
</cp:coreProperties>
</file>